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D0DBEB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E21EEB7" w:rsidR="008A5169" w:rsidRDefault="0028095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6CFC696" wp14:editId="5B0A7C7D">
            <wp:extent cx="5977255" cy="33191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8E2BCE1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78C34-B864-4E32-B864-9213234D789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397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52</cp:revision>
  <cp:lastPrinted>2011-12-15T11:14:00Z</cp:lastPrinted>
  <dcterms:created xsi:type="dcterms:W3CDTF">2020-03-10T16:23:00Z</dcterms:created>
  <dcterms:modified xsi:type="dcterms:W3CDTF">2023-12-08T13:23:00Z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